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3F201BC8" w14:textId="77777777" w:rsidTr="00F12594">
        <w:tc>
          <w:tcPr>
            <w:tcW w:w="1311" w:type="dxa"/>
          </w:tcPr>
          <w:p w14:paraId="00F5CE8F" w14:textId="77777777" w:rsidR="00757AC7" w:rsidRPr="00F12594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102012A" w14:textId="77777777" w:rsidR="00757AC7" w:rsidRPr="00F12594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74F39175" w14:textId="77777777" w:rsidR="00757AC7" w:rsidRPr="00F12594" w:rsidRDefault="00757AC7" w:rsidP="00837FC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60010A" w14:paraId="538E273D" w14:textId="77777777" w:rsidTr="00F12594">
        <w:tc>
          <w:tcPr>
            <w:tcW w:w="1311" w:type="dxa"/>
            <w:hideMark/>
          </w:tcPr>
          <w:p w14:paraId="4DD69F3F" w14:textId="19791005" w:rsidR="0060010A" w:rsidRPr="00F12594" w:rsidRDefault="0060010A" w:rsidP="006001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5468404B" w14:textId="77777777" w:rsidR="0060010A" w:rsidRDefault="0060010A" w:rsidP="006001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7514B3DE" w14:textId="413C86BE" w:rsidR="0060010A" w:rsidRPr="00F12594" w:rsidRDefault="0060010A" w:rsidP="0060010A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10 </w:t>
            </w:r>
            <w:r w:rsidR="00713387">
              <w:rPr>
                <w:rFonts w:ascii="Poppins" w:hAnsi="Poppins" w:cs="Poppins"/>
                <w:sz w:val="20"/>
              </w:rPr>
              <w:t>kg</w:t>
            </w:r>
          </w:p>
        </w:tc>
        <w:tc>
          <w:tcPr>
            <w:tcW w:w="6101" w:type="dxa"/>
          </w:tcPr>
          <w:p w14:paraId="67AD9BF4" w14:textId="7A35F0F7" w:rsidR="0060010A" w:rsidRDefault="0060010A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026A2CE5" w14:textId="77777777" w:rsidR="00350660" w:rsidRPr="00F12594" w:rsidRDefault="00350660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44C52C" w14:textId="77777777" w:rsidR="0060010A" w:rsidRPr="00F12594" w:rsidRDefault="0060010A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0B4CE12F" w14:textId="763C3779" w:rsidR="0060010A" w:rsidRPr="00F12594" w:rsidRDefault="004C4DED" w:rsidP="00837FC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k</w:t>
            </w:r>
            <w:r w:rsidR="00713387">
              <w:rPr>
                <w:rFonts w:ascii="Poppins" w:hAnsi="Poppins" w:cs="Poppins"/>
                <w:sz w:val="20"/>
              </w:rPr>
              <w:t>g</w:t>
            </w:r>
            <w:r w:rsidR="0060010A" w:rsidRPr="00F12594">
              <w:rPr>
                <w:rFonts w:ascii="Poppins" w:hAnsi="Poppins" w:cs="Poppins"/>
                <w:sz w:val="20"/>
              </w:rPr>
              <w:t>/confezione: 10</w:t>
            </w:r>
          </w:p>
          <w:p w14:paraId="1F678465" w14:textId="77777777" w:rsidR="0060010A" w:rsidRPr="00F12594" w:rsidRDefault="0060010A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2CF3E1A" w14:textId="0AC0B389" w:rsidR="0060010A" w:rsidRPr="00F12594" w:rsidRDefault="0060010A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10 </w:t>
            </w:r>
            <w:r w:rsidR="00713387">
              <w:rPr>
                <w:rFonts w:ascii="Poppins" w:hAnsi="Poppins" w:cs="Poppins"/>
                <w:b/>
                <w:sz w:val="20"/>
              </w:rPr>
              <w:t>kg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0010A" w14:paraId="3010BB89" w14:textId="77777777" w:rsidTr="00F12594">
        <w:tc>
          <w:tcPr>
            <w:tcW w:w="1311" w:type="dxa"/>
            <w:hideMark/>
          </w:tcPr>
          <w:p w14:paraId="0F84270E" w14:textId="421CC548" w:rsidR="0060010A" w:rsidRPr="00F12594" w:rsidRDefault="0060010A" w:rsidP="006001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64C92D5A" w14:textId="77777777" w:rsidR="0060010A" w:rsidRDefault="0060010A" w:rsidP="006001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7AB6FCB7" w14:textId="4E94C79E" w:rsidR="0060010A" w:rsidRPr="00F12594" w:rsidRDefault="0060010A" w:rsidP="0060010A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25 </w:t>
            </w:r>
            <w:r w:rsidR="00713387">
              <w:rPr>
                <w:rFonts w:ascii="Poppins" w:hAnsi="Poppins" w:cs="Poppins"/>
                <w:sz w:val="20"/>
              </w:rPr>
              <w:t>kg</w:t>
            </w:r>
          </w:p>
        </w:tc>
        <w:tc>
          <w:tcPr>
            <w:tcW w:w="6101" w:type="dxa"/>
          </w:tcPr>
          <w:p w14:paraId="514787E6" w14:textId="3EC2D484" w:rsidR="0060010A" w:rsidRDefault="0060010A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535FAA23" w14:textId="77777777" w:rsidR="00350660" w:rsidRPr="00F12594" w:rsidRDefault="00350660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0355C3F" w14:textId="77777777" w:rsidR="0060010A" w:rsidRPr="00F12594" w:rsidRDefault="0060010A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5A20A09F" w14:textId="7B851E70" w:rsidR="0060010A" w:rsidRPr="00F12594" w:rsidRDefault="004C4DED" w:rsidP="00837FC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k</w:t>
            </w:r>
            <w:r w:rsidR="00713387">
              <w:rPr>
                <w:rFonts w:ascii="Poppins" w:hAnsi="Poppins" w:cs="Poppins"/>
                <w:sz w:val="20"/>
              </w:rPr>
              <w:t>g</w:t>
            </w:r>
            <w:r w:rsidR="0060010A" w:rsidRPr="00F12594">
              <w:rPr>
                <w:rFonts w:ascii="Poppins" w:hAnsi="Poppins" w:cs="Poppins"/>
                <w:sz w:val="20"/>
              </w:rPr>
              <w:t>/confezione: 25</w:t>
            </w:r>
          </w:p>
          <w:p w14:paraId="30BED565" w14:textId="77777777" w:rsidR="0060010A" w:rsidRPr="00F12594" w:rsidRDefault="0060010A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41FB933" w14:textId="4D8959C7" w:rsidR="0060010A" w:rsidRPr="00F12594" w:rsidRDefault="0060010A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25 </w:t>
            </w:r>
            <w:r w:rsidR="00713387">
              <w:rPr>
                <w:rFonts w:ascii="Poppins" w:hAnsi="Poppins" w:cs="Poppins"/>
                <w:b/>
                <w:sz w:val="20"/>
              </w:rPr>
              <w:t>kg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12594" w14:paraId="18CAADE1" w14:textId="77777777" w:rsidTr="00F12594">
        <w:tc>
          <w:tcPr>
            <w:tcW w:w="1311" w:type="dxa"/>
            <w:hideMark/>
          </w:tcPr>
          <w:p w14:paraId="0CF740BA" w14:textId="053D01CD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</w:t>
            </w:r>
            <w:r w:rsidR="00C8658A"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047ADDC4" w14:textId="5A9DAD60" w:rsid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per impianti di riscaldamento alta/bassa temperatura e condizionamento</w:t>
            </w:r>
          </w:p>
          <w:p w14:paraId="3237C8EB" w14:textId="2730E094" w:rsidR="004C4DED" w:rsidRPr="00F12594" w:rsidRDefault="004C4DED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5 kg</w:t>
            </w:r>
          </w:p>
          <w:p w14:paraId="789A5289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35D43A9" w14:textId="64B33D18" w:rsid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ad azione anticorrosiva per tutti i metalli, antincrostante e biocida per impianti di riscaldamento ad alta o bassa temperatura e/o condizionamento, con protettivi anticalcare (max 25 °F)</w:t>
            </w:r>
            <w:r w:rsidR="00140190">
              <w:rPr>
                <w:rFonts w:ascii="Poppins" w:hAnsi="Poppins" w:cs="Poppins"/>
                <w:sz w:val="20"/>
              </w:rPr>
              <w:t>.</w:t>
            </w:r>
          </w:p>
          <w:p w14:paraId="601B6591" w14:textId="77777777" w:rsidR="00F85508" w:rsidRDefault="00F85508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9FC783F" w14:textId="77777777" w:rsidR="00350660" w:rsidRPr="00F12594" w:rsidRDefault="00350660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177277D" w14:textId="77777777" w:rsidR="00350660" w:rsidRPr="00F73AD4" w:rsidRDefault="00350660" w:rsidP="00837FC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332BD08" w14:textId="77777777" w:rsidR="00350660" w:rsidRPr="00F73AD4" w:rsidRDefault="00350660" w:rsidP="00837FC4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1C8A8E7C" w14:textId="77777777" w:rsidR="00350660" w:rsidRPr="00F73AD4" w:rsidRDefault="00350660" w:rsidP="00837FC4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73AD4">
              <w:rPr>
                <w:rFonts w:ascii="Poppins" w:hAnsi="Poppins" w:cs="Poppins"/>
              </w:rPr>
              <w:t>ph</w:t>
            </w:r>
            <w:proofErr w:type="spellEnd"/>
            <w:r w:rsidRPr="00F73AD4">
              <w:rPr>
                <w:rFonts w:ascii="Poppins" w:hAnsi="Poppins" w:cs="Poppins"/>
              </w:rPr>
              <w:t>: 7 ± 0.5</w:t>
            </w:r>
          </w:p>
          <w:p w14:paraId="0A88F5D4" w14:textId="77777777" w:rsidR="00350660" w:rsidRPr="00F73AD4" w:rsidRDefault="00350660" w:rsidP="00837FC4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434B8422" w14:textId="77777777" w:rsidR="00350660" w:rsidRPr="00F73AD4" w:rsidRDefault="00350660" w:rsidP="00837FC4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4318D615" w14:textId="77777777" w:rsidR="00350660" w:rsidRPr="00F73AD4" w:rsidRDefault="00350660" w:rsidP="00837FC4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3EB265F4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CFE09CC" w14:textId="73D6F80B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</w:t>
            </w:r>
            <w:r w:rsidR="004C4DED">
              <w:rPr>
                <w:rFonts w:ascii="Poppins" w:hAnsi="Poppins" w:cs="Poppins"/>
                <w:b/>
                <w:sz w:val="20"/>
              </w:rPr>
              <w:t xml:space="preserve">5 kg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 w:rsidR="00C46132">
              <w:rPr>
                <w:rFonts w:ascii="Poppins" w:hAnsi="Poppins" w:cs="Poppins"/>
                <w:sz w:val="20"/>
              </w:rPr>
              <w:t>.</w:t>
            </w:r>
          </w:p>
        </w:tc>
      </w:tr>
      <w:tr w:rsidR="00F12594" w14:paraId="3A391995" w14:textId="77777777" w:rsidTr="00F12594">
        <w:tc>
          <w:tcPr>
            <w:tcW w:w="1311" w:type="dxa"/>
            <w:hideMark/>
          </w:tcPr>
          <w:p w14:paraId="327D5141" w14:textId="570D1FB8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</w:t>
            </w:r>
            <w:r w:rsidR="00DB7820"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0CA2ED27" w14:textId="77777777" w:rsid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778EFA14" w14:textId="51EDD38B" w:rsidR="004C4DED" w:rsidRPr="00F12594" w:rsidRDefault="004C4DED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5 kg</w:t>
            </w:r>
          </w:p>
          <w:p w14:paraId="6170B008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DF6B753" w14:textId="77777777" w:rsidR="00F85508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Risanante per impianti di riscaldamento idoneo a rimuovere le biomasse e gli ossidi metallici all’interno degli impianti di riscaldamento a bassa temperatura e anche dei termo arredi.</w:t>
            </w:r>
          </w:p>
          <w:p w14:paraId="1A16E74B" w14:textId="77777777" w:rsidR="00F85508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3B1E0BF5" w14:textId="66B3C845" w:rsid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Adatto a tutti i tipi di riscaldamento in quanto non è corrosivo</w:t>
            </w:r>
            <w:r w:rsidR="00F85508">
              <w:rPr>
                <w:rFonts w:ascii="Poppins" w:hAnsi="Poppins" w:cs="Poppins"/>
                <w:sz w:val="20"/>
              </w:rPr>
              <w:t>.</w:t>
            </w:r>
          </w:p>
          <w:p w14:paraId="46349D60" w14:textId="77777777" w:rsidR="00F85508" w:rsidRDefault="00F85508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03A8E6" w14:textId="4CCEAE33" w:rsidR="00F85508" w:rsidRPr="00F85508" w:rsidRDefault="00F85508" w:rsidP="00837FC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ABD82CF" w14:textId="77777777" w:rsidR="00F12594" w:rsidRPr="00F85508" w:rsidRDefault="00F12594" w:rsidP="00837FC4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234FF9A5" w14:textId="77777777" w:rsidR="00F12594" w:rsidRPr="00F85508" w:rsidRDefault="00F12594" w:rsidP="00837FC4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85508">
              <w:rPr>
                <w:rFonts w:ascii="Poppins" w:hAnsi="Poppins" w:cs="Poppins"/>
              </w:rPr>
              <w:t>ph</w:t>
            </w:r>
            <w:proofErr w:type="spellEnd"/>
            <w:r w:rsidRPr="00F85508">
              <w:rPr>
                <w:rFonts w:ascii="Poppins" w:hAnsi="Poppins" w:cs="Poppins"/>
              </w:rPr>
              <w:t>: 5 ± 0.5</w:t>
            </w:r>
          </w:p>
          <w:p w14:paraId="4E28FC7E" w14:textId="77777777" w:rsidR="00F12594" w:rsidRPr="00F85508" w:rsidRDefault="00F12594" w:rsidP="00837FC4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156B478A" w14:textId="77777777" w:rsidR="00F12594" w:rsidRPr="00F85508" w:rsidRDefault="00F12594" w:rsidP="00837FC4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4FA443D6" w14:textId="77777777" w:rsidR="00F12594" w:rsidRPr="00F85508" w:rsidRDefault="00F12594" w:rsidP="00837FC4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6BCB4640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052F976" w14:textId="22782E6B" w:rsidR="00F12594" w:rsidRPr="00F12594" w:rsidRDefault="00F12594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</w:t>
            </w:r>
            <w:r w:rsidR="004C4DED">
              <w:rPr>
                <w:rFonts w:ascii="Poppins" w:hAnsi="Poppins" w:cs="Poppins"/>
                <w:b/>
                <w:sz w:val="20"/>
              </w:rPr>
              <w:t xml:space="preserve">5 kg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 w:rsidR="00C46132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12594" w14:paraId="33B8006A" w14:textId="77777777" w:rsidTr="00F12594">
        <w:tc>
          <w:tcPr>
            <w:tcW w:w="1311" w:type="dxa"/>
            <w:hideMark/>
          </w:tcPr>
          <w:p w14:paraId="3B972A64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02706862</w:t>
            </w:r>
          </w:p>
        </w:tc>
        <w:tc>
          <w:tcPr>
            <w:tcW w:w="2086" w:type="dxa"/>
            <w:hideMark/>
          </w:tcPr>
          <w:p w14:paraId="31422030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50D98D74" w14:textId="5AEBDA4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50 litri</w:t>
            </w:r>
          </w:p>
        </w:tc>
        <w:tc>
          <w:tcPr>
            <w:tcW w:w="6101" w:type="dxa"/>
          </w:tcPr>
          <w:p w14:paraId="451487F0" w14:textId="77777777" w:rsid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077A449A" w14:textId="77777777" w:rsidR="00265BF1" w:rsidRDefault="00265BF1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032B6FC" w14:textId="425486E6" w:rsidR="00265BF1" w:rsidRPr="00265BF1" w:rsidRDefault="00265BF1" w:rsidP="00837FC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FAFD223" w14:textId="77777777" w:rsidR="00F12594" w:rsidRPr="00265BF1" w:rsidRDefault="00F12594" w:rsidP="00837FC4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571D5B49" w14:textId="77777777" w:rsidR="00F12594" w:rsidRPr="00265BF1" w:rsidRDefault="00F12594" w:rsidP="00837FC4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1C43DFCE" w14:textId="77777777" w:rsidR="00F12594" w:rsidRPr="00265BF1" w:rsidRDefault="00F12594" w:rsidP="00837FC4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72EDA4F8" w14:textId="77777777" w:rsidR="00F12594" w:rsidRPr="00265BF1" w:rsidRDefault="00F12594" w:rsidP="00837FC4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21DEB4B5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C74BE8" w14:textId="0DDE483E" w:rsidR="00F12594" w:rsidRPr="00F12594" w:rsidRDefault="00F12594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50 litri o equivalente</w:t>
            </w:r>
            <w:r w:rsidR="00C46132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12594" w14:paraId="7489C464" w14:textId="77777777" w:rsidTr="00F12594">
        <w:tc>
          <w:tcPr>
            <w:tcW w:w="1311" w:type="dxa"/>
            <w:hideMark/>
          </w:tcPr>
          <w:p w14:paraId="34F4A32C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28130480</w:t>
            </w:r>
          </w:p>
        </w:tc>
        <w:tc>
          <w:tcPr>
            <w:tcW w:w="2086" w:type="dxa"/>
          </w:tcPr>
          <w:p w14:paraId="28249F76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2006287E" w14:textId="0A1E343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5x150mm</w:t>
            </w:r>
            <w:r w:rsidR="007C7C24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="007C7C24">
              <w:rPr>
                <w:rFonts w:ascii="Poppins" w:hAnsi="Poppins" w:cs="Poppins"/>
                <w:sz w:val="20"/>
              </w:rPr>
              <w:t>conf.</w:t>
            </w:r>
            <w:proofErr w:type="spellEnd"/>
            <w:r w:rsidR="007C7C24">
              <w:rPr>
                <w:rFonts w:ascii="Poppins" w:hAnsi="Poppins" w:cs="Poppins"/>
                <w:sz w:val="20"/>
              </w:rPr>
              <w:t xml:space="preserve"> 60 m</w:t>
            </w:r>
          </w:p>
          <w:p w14:paraId="274C2D36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06F3660" w14:textId="77777777" w:rsid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739F1456" w14:textId="77777777" w:rsidR="00E6695B" w:rsidRPr="00F12594" w:rsidRDefault="00E6695B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85DED6" w14:textId="766220C8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6BC28909" w14:textId="773EA252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 w:rsidR="00E6695B"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2110218C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2E3B455" w14:textId="3D6F3DB2" w:rsidR="00F12594" w:rsidRPr="00F12594" w:rsidRDefault="00F12594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</w:t>
            </w:r>
            <w:r w:rsidR="007C7C24">
              <w:rPr>
                <w:rFonts w:ascii="Poppins" w:hAnsi="Poppins" w:cs="Poppins"/>
                <w:b/>
                <w:sz w:val="20"/>
              </w:rPr>
              <w:t>mm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="007C7C24">
              <w:rPr>
                <w:rFonts w:ascii="Poppins" w:hAnsi="Poppins" w:cs="Poppins"/>
                <w:b/>
                <w:sz w:val="20"/>
              </w:rPr>
              <w:t>conf.</w:t>
            </w:r>
            <w:proofErr w:type="spellEnd"/>
            <w:r w:rsidR="007C7C24">
              <w:rPr>
                <w:rFonts w:ascii="Poppins" w:hAnsi="Poppins" w:cs="Poppins"/>
                <w:b/>
                <w:sz w:val="20"/>
              </w:rPr>
              <w:t xml:space="preserve"> 60 m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 w:rsidR="00C46132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12594" w14:paraId="17011E92" w14:textId="77777777" w:rsidTr="00F12594">
        <w:tc>
          <w:tcPr>
            <w:tcW w:w="1311" w:type="dxa"/>
            <w:hideMark/>
          </w:tcPr>
          <w:p w14:paraId="64403447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0E22739E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5ABA367C" w14:textId="401FC5B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7x150mm</w:t>
            </w:r>
            <w:r w:rsidR="007C7C24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="007C7C24">
              <w:rPr>
                <w:rFonts w:ascii="Poppins" w:hAnsi="Poppins" w:cs="Poppins"/>
                <w:sz w:val="20"/>
              </w:rPr>
              <w:t>conf.</w:t>
            </w:r>
            <w:proofErr w:type="spellEnd"/>
            <w:r w:rsidR="007C7C24">
              <w:rPr>
                <w:rFonts w:ascii="Poppins" w:hAnsi="Poppins" w:cs="Poppins"/>
                <w:sz w:val="20"/>
              </w:rPr>
              <w:t xml:space="preserve"> 60 m</w:t>
            </w:r>
          </w:p>
          <w:p w14:paraId="34C914D4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130E46E" w14:textId="77777777" w:rsid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42344B8B" w14:textId="77777777" w:rsidR="00E6695B" w:rsidRPr="00F12594" w:rsidRDefault="00E6695B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BB81A83" w14:textId="1533B62B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10DE0988" w14:textId="70C2E2B0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 w:rsidR="00E6695B"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31205649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09B0AFB" w14:textId="21336E6B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</w:t>
            </w:r>
            <w:r w:rsidR="007C7C24">
              <w:rPr>
                <w:rFonts w:ascii="Poppins" w:hAnsi="Poppins" w:cs="Poppins"/>
                <w:b/>
                <w:sz w:val="20"/>
              </w:rPr>
              <w:t>mm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="007C7C24" w:rsidRPr="007C7C24">
              <w:rPr>
                <w:rFonts w:ascii="Poppins" w:hAnsi="Poppins" w:cs="Poppins"/>
                <w:b/>
                <w:sz w:val="20"/>
              </w:rPr>
              <w:t>conf.</w:t>
            </w:r>
            <w:proofErr w:type="spellEnd"/>
            <w:r w:rsidR="007C7C24" w:rsidRPr="007C7C24">
              <w:rPr>
                <w:rFonts w:ascii="Poppins" w:hAnsi="Poppins" w:cs="Poppins"/>
                <w:b/>
                <w:sz w:val="20"/>
              </w:rPr>
              <w:t xml:space="preserve"> 60 m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 w:rsidR="00C46132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12594" w14:paraId="514CD9C8" w14:textId="77777777" w:rsidTr="00F12594">
        <w:tc>
          <w:tcPr>
            <w:tcW w:w="1311" w:type="dxa"/>
            <w:hideMark/>
          </w:tcPr>
          <w:p w14:paraId="20FE8349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28130032</w:t>
            </w:r>
          </w:p>
        </w:tc>
        <w:tc>
          <w:tcPr>
            <w:tcW w:w="2086" w:type="dxa"/>
          </w:tcPr>
          <w:p w14:paraId="5EFF3C7E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00C097BA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778967E6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D63DEA2" w14:textId="77777777" w:rsid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702EFBDA" w14:textId="77777777" w:rsidR="00DA47EC" w:rsidRPr="00F12594" w:rsidRDefault="00DA47EC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60F0CD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4102BD5E" w14:textId="760CC8B9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 w:rsidR="00D77F54"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21279146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FCE0E8" w14:textId="28AB26B8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 w:rsidR="00C46132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12594" w14:paraId="118F52A7" w14:textId="77777777" w:rsidTr="00F12594">
        <w:tc>
          <w:tcPr>
            <w:tcW w:w="1311" w:type="dxa"/>
            <w:hideMark/>
          </w:tcPr>
          <w:p w14:paraId="0C4B9BA9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28130486</w:t>
            </w:r>
          </w:p>
        </w:tc>
        <w:tc>
          <w:tcPr>
            <w:tcW w:w="2086" w:type="dxa"/>
          </w:tcPr>
          <w:p w14:paraId="4B9F593E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3B2F77DD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2716390C" w14:textId="77777777" w:rsidR="00F12594" w:rsidRPr="00F12594" w:rsidRDefault="00F1259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A973A15" w14:textId="77777777" w:rsid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793A9AD6" w14:textId="77777777" w:rsidR="00D77F54" w:rsidRPr="00F12594" w:rsidRDefault="00D77F54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69BFE5D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1979FB3F" w14:textId="0522A816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 w:rsidR="00D77F54"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77A861F8" w14:textId="77777777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C36F3E" w14:textId="19B7FAFE" w:rsidR="00F12594" w:rsidRPr="00F12594" w:rsidRDefault="00F12594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 w:rsidR="00846C8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 w:rsidR="00395A5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46132" w14:paraId="5AE4D84E" w14:textId="77777777" w:rsidTr="00F12594">
        <w:tc>
          <w:tcPr>
            <w:tcW w:w="1311" w:type="dxa"/>
          </w:tcPr>
          <w:p w14:paraId="3E0B5DF9" w14:textId="4C825A02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4454</w:t>
            </w:r>
          </w:p>
        </w:tc>
        <w:tc>
          <w:tcPr>
            <w:tcW w:w="2086" w:type="dxa"/>
          </w:tcPr>
          <w:p w14:paraId="7639C00C" w14:textId="77777777" w:rsidR="00C46132" w:rsidRPr="00C46132" w:rsidRDefault="00C46132" w:rsidP="00C46132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Clip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fissatubo</w:t>
            </w:r>
            <w:proofErr w:type="spellEnd"/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 per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Tacker</w:t>
            </w:r>
            <w:proofErr w:type="spellEnd"/>
          </w:p>
          <w:p w14:paraId="5520E92E" w14:textId="4B55E10D" w:rsidR="00C46132" w:rsidRPr="00C46132" w:rsidRDefault="00C46132" w:rsidP="00C46132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>H 4</w:t>
            </w:r>
            <w:r>
              <w:rPr>
                <w:rFonts w:ascii="Poppins" w:hAnsi="Poppins" w:cs="Poppins"/>
                <w:sz w:val="20"/>
                <w:lang w:val="sv-SE"/>
              </w:rPr>
              <w:t>2</w:t>
            </w:r>
          </w:p>
        </w:tc>
        <w:tc>
          <w:tcPr>
            <w:tcW w:w="6101" w:type="dxa"/>
          </w:tcPr>
          <w:p w14:paraId="55306119" w14:textId="7D11E7C5" w:rsidR="00C46132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in materiale plastico, per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utilizzando il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7EAF9BD8" w14:textId="77777777" w:rsidR="006B41B6" w:rsidRDefault="006B41B6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F56D07" w14:textId="30573D55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Confezione da 300 pezzi</w:t>
            </w:r>
          </w:p>
          <w:p w14:paraId="3C09D40C" w14:textId="1FD04F1B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Altezza: H=4</w:t>
            </w:r>
            <w:r>
              <w:rPr>
                <w:rFonts w:ascii="Poppins" w:hAnsi="Poppins" w:cs="Poppins"/>
                <w:sz w:val="20"/>
              </w:rPr>
              <w:t>2</w:t>
            </w:r>
          </w:p>
          <w:p w14:paraId="6018B3A3" w14:textId="77777777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9E6DBD" w14:textId="3941B089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 w:rsidR="00846C8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per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H 4</w:t>
            </w:r>
            <w:r>
              <w:rPr>
                <w:rFonts w:ascii="Poppins" w:hAnsi="Poppins" w:cs="Poppins"/>
                <w:b/>
                <w:sz w:val="20"/>
              </w:rPr>
              <w:t>2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46132" w14:paraId="1ED95E07" w14:textId="77777777" w:rsidTr="00F12594">
        <w:tc>
          <w:tcPr>
            <w:tcW w:w="1311" w:type="dxa"/>
          </w:tcPr>
          <w:p w14:paraId="50178A85" w14:textId="14F4F0A5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</w:t>
            </w:r>
            <w:r w:rsidR="002C4BF8">
              <w:rPr>
                <w:rFonts w:ascii="Poppins" w:hAnsi="Poppins" w:cs="Poppins"/>
                <w:sz w:val="20"/>
              </w:rPr>
              <w:t>60</w:t>
            </w:r>
          </w:p>
        </w:tc>
        <w:tc>
          <w:tcPr>
            <w:tcW w:w="2086" w:type="dxa"/>
          </w:tcPr>
          <w:p w14:paraId="2B202759" w14:textId="77777777" w:rsidR="00C46132" w:rsidRPr="00C46132" w:rsidRDefault="00C46132" w:rsidP="00C46132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Clip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fissatubo</w:t>
            </w:r>
            <w:proofErr w:type="spellEnd"/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 per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Tacker</w:t>
            </w:r>
            <w:proofErr w:type="spellEnd"/>
          </w:p>
          <w:p w14:paraId="3229DF5E" w14:textId="25460409" w:rsidR="00C46132" w:rsidRPr="00C46132" w:rsidRDefault="00C46132" w:rsidP="00C46132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H </w:t>
            </w:r>
            <w:r>
              <w:rPr>
                <w:rFonts w:ascii="Poppins" w:hAnsi="Poppins" w:cs="Poppins"/>
                <w:sz w:val="20"/>
                <w:lang w:val="sv-SE"/>
              </w:rPr>
              <w:t>38</w:t>
            </w:r>
          </w:p>
        </w:tc>
        <w:tc>
          <w:tcPr>
            <w:tcW w:w="6101" w:type="dxa"/>
          </w:tcPr>
          <w:p w14:paraId="07398A40" w14:textId="77777777" w:rsidR="00C46132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in materiale plastico, per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utilizzando il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78E8F780" w14:textId="77777777" w:rsidR="006B41B6" w:rsidRDefault="006B41B6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5795D4A" w14:textId="3527BF1B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Confezione da 300 pezzi</w:t>
            </w:r>
          </w:p>
          <w:p w14:paraId="5BFCC7E2" w14:textId="6F4D1631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Altezza: H=</w:t>
            </w:r>
            <w:r>
              <w:rPr>
                <w:rFonts w:ascii="Poppins" w:hAnsi="Poppins" w:cs="Poppins"/>
                <w:sz w:val="20"/>
              </w:rPr>
              <w:t>38</w:t>
            </w:r>
          </w:p>
          <w:p w14:paraId="0B8D0771" w14:textId="77777777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6AE4D4" w14:textId="2DE8A273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 w:rsidR="00846C8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per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H </w:t>
            </w:r>
            <w:r>
              <w:rPr>
                <w:rFonts w:ascii="Poppins" w:hAnsi="Poppins" w:cs="Poppins"/>
                <w:b/>
                <w:sz w:val="20"/>
              </w:rPr>
              <w:t>38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46132" w14:paraId="3D146826" w14:textId="77777777" w:rsidTr="00F12594">
        <w:tc>
          <w:tcPr>
            <w:tcW w:w="1311" w:type="dxa"/>
            <w:hideMark/>
          </w:tcPr>
          <w:p w14:paraId="10A90B27" w14:textId="77777777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28130744</w:t>
            </w:r>
          </w:p>
        </w:tc>
        <w:tc>
          <w:tcPr>
            <w:tcW w:w="2086" w:type="dxa"/>
            <w:hideMark/>
          </w:tcPr>
          <w:p w14:paraId="401D8D6B" w14:textId="77777777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rinforzata per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</w:p>
          <w:p w14:paraId="48C708D4" w14:textId="77777777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H 42</w:t>
            </w:r>
          </w:p>
        </w:tc>
        <w:tc>
          <w:tcPr>
            <w:tcW w:w="6101" w:type="dxa"/>
          </w:tcPr>
          <w:p w14:paraId="16AA8762" w14:textId="6839890A" w:rsidR="00C46132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in materiale plastico rinforzato, per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utilizzando il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55AEBDFE" w14:textId="77777777" w:rsidR="00E0309F" w:rsidRDefault="00E0309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4B34BB" w14:textId="63EBB9C0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Confezione da 240 pezzi</w:t>
            </w:r>
          </w:p>
          <w:p w14:paraId="27187054" w14:textId="77777777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Altezza: H=42</w:t>
            </w:r>
          </w:p>
          <w:p w14:paraId="6F9A030E" w14:textId="77777777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74274D" w14:textId="12F32EC9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 w:rsidR="00846C8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rinforzato per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H 42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5337D" w14:paraId="126501ED" w14:textId="77777777" w:rsidTr="00F12594">
        <w:tc>
          <w:tcPr>
            <w:tcW w:w="1311" w:type="dxa"/>
          </w:tcPr>
          <w:p w14:paraId="1914CC14" w14:textId="6F32884B" w:rsidR="0005337D" w:rsidRPr="00F12594" w:rsidRDefault="0005337D" w:rsidP="0005337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28130042</w:t>
            </w:r>
          </w:p>
        </w:tc>
        <w:tc>
          <w:tcPr>
            <w:tcW w:w="2086" w:type="dxa"/>
          </w:tcPr>
          <w:p w14:paraId="4DE5E0A6" w14:textId="00A3A946" w:rsidR="0005337D" w:rsidRPr="00F12594" w:rsidRDefault="0005337D" w:rsidP="0005337D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fissaclips</w:t>
            </w:r>
            <w:proofErr w:type="spellEnd"/>
          </w:p>
        </w:tc>
        <w:tc>
          <w:tcPr>
            <w:tcW w:w="6101" w:type="dxa"/>
          </w:tcPr>
          <w:p w14:paraId="21A19801" w14:textId="77777777" w:rsidR="0005337D" w:rsidRPr="00F12594" w:rsidRDefault="0005337D" w:rsidP="00837FC4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fissaclips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che consente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dalla posizione eretta, senza sforzi</w:t>
            </w:r>
          </w:p>
          <w:p w14:paraId="4F513355" w14:textId="77777777" w:rsidR="0005337D" w:rsidRPr="00F12594" w:rsidRDefault="0005337D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E821CA" w14:textId="792B2878" w:rsidR="0005337D" w:rsidRPr="00F12594" w:rsidRDefault="0005337D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fissaclips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46132" w14:paraId="5DF9F795" w14:textId="77777777" w:rsidTr="00F12594">
        <w:tc>
          <w:tcPr>
            <w:tcW w:w="1311" w:type="dxa"/>
          </w:tcPr>
          <w:p w14:paraId="4FF76E0A" w14:textId="71953459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4452</w:t>
            </w:r>
          </w:p>
        </w:tc>
        <w:tc>
          <w:tcPr>
            <w:tcW w:w="2086" w:type="dxa"/>
          </w:tcPr>
          <w:p w14:paraId="45B6E9C9" w14:textId="77777777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</w:t>
            </w:r>
          </w:p>
          <w:p w14:paraId="15339013" w14:textId="1A850EEB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x14mm</w:t>
            </w:r>
          </w:p>
          <w:p w14:paraId="6245510B" w14:textId="77777777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762AEA63" w14:textId="77777777" w:rsidR="00C46132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 in materiale plastico, viene applicato sulle bugne per trattenere 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886A314" w14:textId="77777777" w:rsidR="007647BF" w:rsidRPr="00F12594" w:rsidRDefault="007647B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6ECEB9" w14:textId="14BB8399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 mm</w:t>
            </w:r>
          </w:p>
          <w:p w14:paraId="20FD8BAA" w14:textId="77777777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84303EA" w14:textId="0FCDCCAD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 w:rsidR="00846C8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a cavaliere </w:t>
            </w:r>
            <w:r>
              <w:rPr>
                <w:rFonts w:ascii="Poppins" w:hAnsi="Poppins" w:cs="Poppins"/>
                <w:b/>
                <w:sz w:val="20"/>
              </w:rPr>
              <w:t>88x28</w:t>
            </w:r>
            <w:r w:rsidRPr="00F12594">
              <w:rPr>
                <w:rFonts w:ascii="Poppins" w:hAnsi="Poppins" w:cs="Poppins"/>
                <w:b/>
                <w:sz w:val="20"/>
              </w:rPr>
              <w:t>x14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46132" w14:paraId="757CF856" w14:textId="77777777" w:rsidTr="00F12594">
        <w:tc>
          <w:tcPr>
            <w:tcW w:w="1311" w:type="dxa"/>
          </w:tcPr>
          <w:p w14:paraId="1FC12A28" w14:textId="496A2659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4456</w:t>
            </w:r>
          </w:p>
        </w:tc>
        <w:tc>
          <w:tcPr>
            <w:tcW w:w="2086" w:type="dxa"/>
          </w:tcPr>
          <w:p w14:paraId="07F046CB" w14:textId="77777777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</w:t>
            </w:r>
          </w:p>
          <w:p w14:paraId="27D885BB" w14:textId="6CDD1BEB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  <w:p w14:paraId="507AFDAC" w14:textId="77777777" w:rsidR="00C46132" w:rsidRPr="00F12594" w:rsidRDefault="00C46132" w:rsidP="00C4613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88F2250" w14:textId="77777777" w:rsidR="00C46132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 in materiale plastico per il bloccaggio supplementare dei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93BB46B" w14:textId="77777777" w:rsidR="007647BF" w:rsidRPr="00F12594" w:rsidRDefault="007647B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24268F" w14:textId="4DF79316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  <w:p w14:paraId="13E83171" w14:textId="77777777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96291B8" w14:textId="4023CD0C" w:rsidR="00C46132" w:rsidRPr="00F12594" w:rsidRDefault="00C4613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 w:rsidR="00846C8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manuale </w:t>
            </w:r>
            <w:r>
              <w:rPr>
                <w:rFonts w:ascii="Poppins" w:hAnsi="Poppins" w:cs="Poppins"/>
                <w:b/>
                <w:sz w:val="20"/>
              </w:rPr>
              <w:t>25x49x5</w:t>
            </w:r>
            <w:r w:rsidRPr="00F12594">
              <w:rPr>
                <w:rFonts w:ascii="Poppins" w:hAnsi="Poppins" w:cs="Poppins"/>
                <w:b/>
                <w:sz w:val="20"/>
              </w:rPr>
              <w:t>mm o equivalente</w:t>
            </w:r>
            <w:r w:rsidR="000231C1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64941" w14:paraId="26BBB1C4" w14:textId="77777777" w:rsidTr="00F12594">
        <w:tc>
          <w:tcPr>
            <w:tcW w:w="1311" w:type="dxa"/>
          </w:tcPr>
          <w:p w14:paraId="5AE40996" w14:textId="4BB3A3F6" w:rsidR="00664941" w:rsidRPr="00F12594" w:rsidRDefault="00515EE8" w:rsidP="00664941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28134464</w:t>
            </w:r>
          </w:p>
        </w:tc>
        <w:tc>
          <w:tcPr>
            <w:tcW w:w="2086" w:type="dxa"/>
          </w:tcPr>
          <w:p w14:paraId="79509954" w14:textId="4A626108" w:rsidR="00664941" w:rsidRPr="00F12594" w:rsidRDefault="00664941" w:rsidP="0066494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 w:rsidR="00515EE8"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 w:rsidR="00515EE8"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058381FC" w14:textId="41BBD69A" w:rsidR="00664941" w:rsidRPr="00F12594" w:rsidRDefault="00664941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211E517A" w14:textId="0F4EA54C" w:rsidR="00664941" w:rsidRPr="00F12594" w:rsidRDefault="00664941" w:rsidP="00837FC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</w:t>
            </w:r>
            <w:r w:rsidR="00515EE8">
              <w:rPr>
                <w:rFonts w:ascii="Poppins" w:hAnsi="Poppins" w:cs="Poppins"/>
                <w:sz w:val="20"/>
              </w:rPr>
              <w:t>4</w:t>
            </w:r>
            <w:r>
              <w:rPr>
                <w:rFonts w:ascii="Poppins" w:hAnsi="Poppins" w:cs="Poppins"/>
                <w:sz w:val="20"/>
              </w:rPr>
              <w:t xml:space="preserve"> a 1</w:t>
            </w:r>
            <w:r w:rsidR="00515EE8">
              <w:rPr>
                <w:rFonts w:ascii="Poppins" w:hAnsi="Poppins" w:cs="Poppins"/>
                <w:sz w:val="20"/>
              </w:rPr>
              <w:t>7</w:t>
            </w:r>
            <w:r>
              <w:rPr>
                <w:rFonts w:ascii="Poppins" w:hAnsi="Poppins" w:cs="Poppins"/>
                <w:sz w:val="20"/>
              </w:rPr>
              <w:t xml:space="preserve"> mm alla base dei collettori.</w:t>
            </w:r>
          </w:p>
          <w:p w14:paraId="23288040" w14:textId="77777777" w:rsidR="00664941" w:rsidRPr="00F12594" w:rsidRDefault="00664941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417238E" w14:textId="2C18A962" w:rsidR="00664941" w:rsidRPr="00F12594" w:rsidRDefault="00664941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03247"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 w:rsidR="00515EE8"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 w:rsidR="00515EE8"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C7C9A" w14:paraId="26716DB4" w14:textId="77777777" w:rsidTr="00F12594">
        <w:tc>
          <w:tcPr>
            <w:tcW w:w="1311" w:type="dxa"/>
          </w:tcPr>
          <w:p w14:paraId="0B69DC0D" w14:textId="2406135A" w:rsidR="00CC7C9A" w:rsidRPr="00F12594" w:rsidRDefault="00CC7C9A" w:rsidP="00CC7C9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34462</w:t>
            </w:r>
          </w:p>
        </w:tc>
        <w:tc>
          <w:tcPr>
            <w:tcW w:w="2086" w:type="dxa"/>
          </w:tcPr>
          <w:p w14:paraId="772BA860" w14:textId="18212184" w:rsidR="00CC7C9A" w:rsidRPr="00F12594" w:rsidRDefault="00CC7C9A" w:rsidP="00CC7C9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Attrezzo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fissaclip</w:t>
            </w:r>
            <w:r>
              <w:rPr>
                <w:rFonts w:ascii="Poppins" w:hAnsi="Poppins" w:cs="Poppins"/>
                <w:sz w:val="20"/>
              </w:rPr>
              <w:t>s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rete </w:t>
            </w:r>
          </w:p>
        </w:tc>
        <w:tc>
          <w:tcPr>
            <w:tcW w:w="6101" w:type="dxa"/>
          </w:tcPr>
          <w:p w14:paraId="4A0F72CF" w14:textId="77777777" w:rsidR="00CC7C9A" w:rsidRPr="00F12594" w:rsidRDefault="00CC7C9A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Attrezzo fissa clip rete che consente il fissaggio delle clip a rete dalla posizione eretta, senza sforzi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DB44F55" w14:textId="77777777" w:rsidR="00CC7C9A" w:rsidRPr="00F12594" w:rsidRDefault="00CC7C9A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0E759EB" w14:textId="19544B72" w:rsidR="00CC7C9A" w:rsidRPr="00F12594" w:rsidRDefault="00CC7C9A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Attrezzo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fissaclip</w:t>
            </w:r>
            <w:r>
              <w:rPr>
                <w:rFonts w:ascii="Poppins" w:hAnsi="Poppins" w:cs="Poppins"/>
                <w:b/>
                <w:sz w:val="20"/>
              </w:rPr>
              <w:t>s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rete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3FEB9214" w14:textId="77777777" w:rsidTr="00F12594">
        <w:tc>
          <w:tcPr>
            <w:tcW w:w="1311" w:type="dxa"/>
          </w:tcPr>
          <w:p w14:paraId="72D2554C" w14:textId="24BF6F7D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4458</w:t>
            </w:r>
          </w:p>
        </w:tc>
        <w:tc>
          <w:tcPr>
            <w:tcW w:w="2086" w:type="dxa"/>
          </w:tcPr>
          <w:p w14:paraId="0A1F32FB" w14:textId="5F24E38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rete filo 3 mm</w:t>
            </w:r>
          </w:p>
        </w:tc>
        <w:tc>
          <w:tcPr>
            <w:tcW w:w="6101" w:type="dxa"/>
          </w:tcPr>
          <w:p w14:paraId="25399912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rete per il fissaggio del tubo al pannello radiante. Da fissare con l’apposito attrezzo automatico fissa clip rete.</w:t>
            </w:r>
          </w:p>
          <w:p w14:paraId="2DB21803" w14:textId="6808F4A5" w:rsidR="00EB15EF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Da utilizzare con la rete metallica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09A073D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500814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Rete Ø filo 3</w:t>
            </w:r>
          </w:p>
          <w:p w14:paraId="2D52AAB4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9F39016" w14:textId="576B8126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Clip a rete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2B2E85FE" w14:textId="77777777" w:rsidTr="00F12594">
        <w:tc>
          <w:tcPr>
            <w:tcW w:w="1311" w:type="dxa"/>
            <w:hideMark/>
          </w:tcPr>
          <w:p w14:paraId="4CBCE985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28130720</w:t>
            </w:r>
          </w:p>
        </w:tc>
        <w:tc>
          <w:tcPr>
            <w:tcW w:w="2086" w:type="dxa"/>
            <w:hideMark/>
          </w:tcPr>
          <w:p w14:paraId="06576511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rete</w:t>
            </w:r>
          </w:p>
        </w:tc>
        <w:tc>
          <w:tcPr>
            <w:tcW w:w="6101" w:type="dxa"/>
          </w:tcPr>
          <w:p w14:paraId="61CCF72B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rete manuale per il fissaggio del tubo al pannello radiante.</w:t>
            </w:r>
          </w:p>
          <w:p w14:paraId="0F331D17" w14:textId="343874ED" w:rsidR="00EB15EF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Da utilizzare con la rete metallic</w:t>
            </w:r>
            <w:r w:rsidR="008A6B22">
              <w:rPr>
                <w:rFonts w:ascii="Poppins" w:hAnsi="Poppins" w:cs="Poppins"/>
                <w:sz w:val="20"/>
              </w:rPr>
              <w:t>a</w:t>
            </w:r>
            <w:r w:rsidRPr="00F12594">
              <w:rPr>
                <w:rFonts w:ascii="Poppins" w:hAnsi="Poppins" w:cs="Poppins"/>
                <w:sz w:val="20"/>
              </w:rPr>
              <w:t>.</w:t>
            </w:r>
          </w:p>
          <w:p w14:paraId="495C714A" w14:textId="77777777" w:rsidR="008A6B22" w:rsidRPr="00F12594" w:rsidRDefault="008A6B2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6EFC77C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Rete Ø filo 3</w:t>
            </w:r>
          </w:p>
          <w:p w14:paraId="27C4A881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Tubo: Ø 16 ÷17 mm</w:t>
            </w:r>
          </w:p>
          <w:p w14:paraId="3E812924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142078" w14:textId="37004AC1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Clip a rete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D4488" w14:paraId="51E8E5C1" w14:textId="77777777" w:rsidTr="00F12594">
        <w:tc>
          <w:tcPr>
            <w:tcW w:w="1311" w:type="dxa"/>
          </w:tcPr>
          <w:p w14:paraId="15B45F66" w14:textId="5681EC90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28130074</w:t>
            </w:r>
          </w:p>
        </w:tc>
        <w:tc>
          <w:tcPr>
            <w:tcW w:w="2086" w:type="dxa"/>
          </w:tcPr>
          <w:p w14:paraId="515D2BCD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7E6628FE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303F8A17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7EC0575A" w14:textId="11052F09" w:rsidR="00CE744C" w:rsidRDefault="006D4488" w:rsidP="00CE744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7CE8846C" w14:textId="287324F1" w:rsidR="00CE744C" w:rsidRPr="00F12594" w:rsidRDefault="00CE744C" w:rsidP="00CE744C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>
              <w:rPr>
                <w:rFonts w:ascii="Poppins" w:hAnsi="Poppins" w:cs="Poppins"/>
                <w:sz w:val="20"/>
              </w:rPr>
              <w:t>conf.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40 m2</w:t>
            </w:r>
          </w:p>
          <w:p w14:paraId="43BC885F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B8ECB87" w14:textId="3AF199E1" w:rsidR="006D4488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 w:rsidR="00353BEA">
              <w:rPr>
                <w:rFonts w:ascii="Poppins" w:hAnsi="Poppins" w:cs="Poppins"/>
                <w:sz w:val="20"/>
              </w:rPr>
              <w:t>.</w:t>
            </w:r>
          </w:p>
          <w:p w14:paraId="0E73FE75" w14:textId="77777777" w:rsidR="00353BEA" w:rsidRPr="00F12594" w:rsidRDefault="00353BEA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022C8F1" w14:textId="77777777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6183A9A7" w14:textId="77777777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13105F49" w14:textId="77777777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76243168" w14:textId="77777777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C886D2" w14:textId="306FA2AE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</w:t>
            </w:r>
            <w:r w:rsidR="00CE744C">
              <w:t xml:space="preserve"> </w:t>
            </w:r>
            <w:proofErr w:type="spellStart"/>
            <w:r w:rsidR="00CE744C" w:rsidRPr="00CE744C">
              <w:rPr>
                <w:rFonts w:ascii="Poppins" w:hAnsi="Poppins" w:cs="Poppins"/>
                <w:b/>
                <w:sz w:val="20"/>
              </w:rPr>
              <w:t>conf.</w:t>
            </w:r>
            <w:proofErr w:type="spellEnd"/>
            <w:r w:rsidR="00CE744C" w:rsidRPr="00CE744C">
              <w:rPr>
                <w:rFonts w:ascii="Poppins" w:hAnsi="Poppins" w:cs="Poppins"/>
                <w:b/>
                <w:sz w:val="20"/>
              </w:rPr>
              <w:t xml:space="preserve"> 40 m2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D4488" w14:paraId="42638471" w14:textId="77777777" w:rsidTr="00F12594">
        <w:tc>
          <w:tcPr>
            <w:tcW w:w="1311" w:type="dxa"/>
          </w:tcPr>
          <w:p w14:paraId="31B6784A" w14:textId="3C7DECF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28141000</w:t>
            </w:r>
          </w:p>
        </w:tc>
        <w:tc>
          <w:tcPr>
            <w:tcW w:w="2086" w:type="dxa"/>
          </w:tcPr>
          <w:p w14:paraId="45F8A2A3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6E84180F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5C9BF747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666A3422" w14:textId="77777777" w:rsidR="006D4488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44CCEAAF" w14:textId="03BE3DCD" w:rsidR="00CE744C" w:rsidRPr="00F12594" w:rsidRDefault="00CE744C" w:rsidP="00CE744C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>
              <w:rPr>
                <w:rFonts w:ascii="Poppins" w:hAnsi="Poppins" w:cs="Poppins"/>
                <w:sz w:val="20"/>
              </w:rPr>
              <w:t>conf.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30 m2</w:t>
            </w:r>
          </w:p>
          <w:p w14:paraId="135EF849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403187D3" w14:textId="77777777" w:rsidR="006D4488" w:rsidRPr="00F12594" w:rsidRDefault="006D4488" w:rsidP="006D4488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D67CCA1" w14:textId="70B19525" w:rsidR="006D4488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 w:rsidR="00353BEA">
              <w:rPr>
                <w:rFonts w:ascii="Poppins" w:hAnsi="Poppins" w:cs="Poppins"/>
                <w:sz w:val="20"/>
              </w:rPr>
              <w:t>.</w:t>
            </w:r>
          </w:p>
          <w:p w14:paraId="7D3517C6" w14:textId="77777777" w:rsidR="00353BEA" w:rsidRPr="00F12594" w:rsidRDefault="00353BEA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221A99" w14:textId="77777777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01633ED2" w14:textId="77777777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576DAC98" w14:textId="77777777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258326CD" w14:textId="77777777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734746E" w14:textId="1A4A2CE2" w:rsidR="006D4488" w:rsidRPr="00F12594" w:rsidRDefault="006D4488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</w:t>
            </w:r>
            <w:r w:rsidR="00CE744C">
              <w:t xml:space="preserve"> </w:t>
            </w:r>
            <w:proofErr w:type="spellStart"/>
            <w:r w:rsidR="00CE744C" w:rsidRPr="00CE744C">
              <w:rPr>
                <w:rFonts w:ascii="Poppins" w:hAnsi="Poppins" w:cs="Poppins"/>
                <w:b/>
                <w:sz w:val="20"/>
              </w:rPr>
              <w:t>conf.</w:t>
            </w:r>
            <w:proofErr w:type="spellEnd"/>
            <w:r w:rsidR="00CE744C" w:rsidRPr="00CE744C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CE744C">
              <w:rPr>
                <w:rFonts w:ascii="Poppins" w:hAnsi="Poppins" w:cs="Poppins"/>
                <w:b/>
                <w:sz w:val="20"/>
              </w:rPr>
              <w:t>3</w:t>
            </w:r>
            <w:r w:rsidR="00CE744C" w:rsidRPr="00CE744C">
              <w:rPr>
                <w:rFonts w:ascii="Poppins" w:hAnsi="Poppins" w:cs="Poppins"/>
                <w:b/>
                <w:sz w:val="20"/>
              </w:rPr>
              <w:t>0 m2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4D4059FB" w14:textId="77777777" w:rsidTr="00F12594">
        <w:tc>
          <w:tcPr>
            <w:tcW w:w="1311" w:type="dxa"/>
            <w:hideMark/>
          </w:tcPr>
          <w:p w14:paraId="6E617AD2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28130756</w:t>
            </w:r>
          </w:p>
        </w:tc>
        <w:tc>
          <w:tcPr>
            <w:tcW w:w="2086" w:type="dxa"/>
            <w:hideMark/>
          </w:tcPr>
          <w:p w14:paraId="2CB1BF1B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Guida per ancoraggio tubi </w:t>
            </w:r>
          </w:p>
          <w:p w14:paraId="39FD292E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16-17</w:t>
            </w:r>
          </w:p>
        </w:tc>
        <w:tc>
          <w:tcPr>
            <w:tcW w:w="6101" w:type="dxa"/>
          </w:tcPr>
          <w:p w14:paraId="0F35E08C" w14:textId="77777777" w:rsidR="000B0212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Guida modulare per ancoraggio dei tubi con diametro da 16 e 17 mm.</w:t>
            </w:r>
          </w:p>
          <w:p w14:paraId="4021904B" w14:textId="4D63F835" w:rsidR="00EB15EF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Passo minimo 5 cm.</w:t>
            </w:r>
          </w:p>
          <w:p w14:paraId="2813CCF3" w14:textId="77777777" w:rsidR="000B0212" w:rsidRPr="00F12594" w:rsidRDefault="000B021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2A96B21" w14:textId="5B64334D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1000 x 28 x 40 mm</w:t>
            </w:r>
          </w:p>
          <w:p w14:paraId="187FC1AF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836113D" w14:textId="3B6BF6B0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Guida per ancoraggio tubi Ø 16-17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5C53FC82" w14:textId="77777777" w:rsidTr="00F12594">
        <w:tc>
          <w:tcPr>
            <w:tcW w:w="1311" w:type="dxa"/>
            <w:hideMark/>
          </w:tcPr>
          <w:p w14:paraId="38C8BFBC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28130725</w:t>
            </w:r>
          </w:p>
        </w:tc>
        <w:tc>
          <w:tcPr>
            <w:tcW w:w="2086" w:type="dxa"/>
            <w:hideMark/>
          </w:tcPr>
          <w:p w14:paraId="08706911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Guida per ancoraggio tubi </w:t>
            </w:r>
          </w:p>
          <w:p w14:paraId="5B7B5584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17-20-25</w:t>
            </w:r>
          </w:p>
        </w:tc>
        <w:tc>
          <w:tcPr>
            <w:tcW w:w="6101" w:type="dxa"/>
          </w:tcPr>
          <w:p w14:paraId="1CC9C8A9" w14:textId="4A94B63B" w:rsidR="00976421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Guida modulare per ancoraggio dei tubi con diametro da 1</w:t>
            </w:r>
            <w:r w:rsidR="006F2718"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,</w:t>
            </w:r>
            <w:r w:rsidR="006F2718">
              <w:rPr>
                <w:rFonts w:ascii="Poppins" w:hAnsi="Poppins" w:cs="Poppins"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sz w:val="20"/>
              </w:rPr>
              <w:t>20 e 25 mm.</w:t>
            </w:r>
          </w:p>
          <w:p w14:paraId="258C8677" w14:textId="532DBD73" w:rsidR="00EB15EF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Passo minimo 10 cm.</w:t>
            </w:r>
          </w:p>
          <w:p w14:paraId="45E9BBC0" w14:textId="77777777" w:rsidR="00976421" w:rsidRPr="00F12594" w:rsidRDefault="00976421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B0F5115" w14:textId="4C363AC4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1000 x 40 x 50 mm</w:t>
            </w:r>
          </w:p>
          <w:p w14:paraId="35A661E7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06BB80" w14:textId="31148109" w:rsidR="00EB15EF" w:rsidRPr="00F12594" w:rsidRDefault="00EB15EF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–Guida per ancoraggio tubi Ø 17-20-25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6ED3AA30" w14:textId="77777777" w:rsidTr="00F12594">
        <w:tc>
          <w:tcPr>
            <w:tcW w:w="1311" w:type="dxa"/>
            <w:hideMark/>
          </w:tcPr>
          <w:p w14:paraId="1D0AED5B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28130740</w:t>
            </w:r>
          </w:p>
        </w:tc>
        <w:tc>
          <w:tcPr>
            <w:tcW w:w="2086" w:type="dxa"/>
            <w:hideMark/>
          </w:tcPr>
          <w:p w14:paraId="474085A3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Guida con base adesiva per ancoraggio tubi </w:t>
            </w:r>
          </w:p>
          <w:p w14:paraId="1153A64B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17-20-25</w:t>
            </w:r>
          </w:p>
        </w:tc>
        <w:tc>
          <w:tcPr>
            <w:tcW w:w="6101" w:type="dxa"/>
          </w:tcPr>
          <w:p w14:paraId="6364C35E" w14:textId="716B4512" w:rsidR="00C17C28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Guida modulare con base adesiva per ancoraggio dei tubi con diametro da 17,</w:t>
            </w:r>
            <w:r w:rsidR="008A6A30">
              <w:rPr>
                <w:rFonts w:ascii="Poppins" w:hAnsi="Poppins" w:cs="Poppins"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sz w:val="20"/>
              </w:rPr>
              <w:t>20 e 25 mm.</w:t>
            </w:r>
          </w:p>
          <w:p w14:paraId="511F4A2F" w14:textId="19A17DD3" w:rsidR="00EB15EF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Passo minimo 10 cm.</w:t>
            </w:r>
          </w:p>
          <w:p w14:paraId="58A9E22D" w14:textId="77777777" w:rsidR="00C17C28" w:rsidRPr="00F12594" w:rsidRDefault="00C17C28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6DDD18" w14:textId="3F7B144C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1000 x 40 x 50 mm</w:t>
            </w:r>
          </w:p>
          <w:p w14:paraId="69C7AA66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E0EC3D" w14:textId="7472A73D" w:rsidR="00EB15EF" w:rsidRPr="00F12594" w:rsidRDefault="00EB15EF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–Guida con base adesiva per ancoraggio tubi Ø 17-20-25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40FD8F7F" w14:textId="77777777" w:rsidTr="00F12594">
        <w:tc>
          <w:tcPr>
            <w:tcW w:w="1311" w:type="dxa"/>
            <w:hideMark/>
          </w:tcPr>
          <w:p w14:paraId="4934DEF6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28130048</w:t>
            </w:r>
          </w:p>
        </w:tc>
        <w:tc>
          <w:tcPr>
            <w:tcW w:w="2086" w:type="dxa"/>
            <w:hideMark/>
          </w:tcPr>
          <w:p w14:paraId="3B3D5F03" w14:textId="77777777" w:rsidR="00EB15EF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  <w:r w:rsidR="00BE7EB0">
              <w:rPr>
                <w:rFonts w:ascii="Poppins" w:hAnsi="Poppins" w:cs="Poppins"/>
                <w:sz w:val="20"/>
              </w:rPr>
              <w:t xml:space="preserve"> 2x25 m</w:t>
            </w:r>
          </w:p>
          <w:p w14:paraId="0C5A5006" w14:textId="7BDD45E1" w:rsidR="00BE7EB0" w:rsidRPr="00F12594" w:rsidRDefault="00BE7EB0" w:rsidP="00EB15EF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>
              <w:rPr>
                <w:rFonts w:ascii="Poppins" w:hAnsi="Poppins" w:cs="Poppins"/>
                <w:sz w:val="20"/>
              </w:rPr>
              <w:t>conf.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50 m2</w:t>
            </w:r>
          </w:p>
        </w:tc>
        <w:tc>
          <w:tcPr>
            <w:tcW w:w="6101" w:type="dxa"/>
          </w:tcPr>
          <w:p w14:paraId="7FBCA2AF" w14:textId="196EE73A" w:rsidR="00EB15EF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 w:rsidR="000E4F67">
              <w:rPr>
                <w:rFonts w:ascii="Poppins" w:hAnsi="Poppins" w:cs="Poppins"/>
                <w:sz w:val="20"/>
              </w:rPr>
              <w:t>.</w:t>
            </w:r>
          </w:p>
          <w:p w14:paraId="05174B72" w14:textId="77777777" w:rsidR="000E4F67" w:rsidRPr="00F12594" w:rsidRDefault="000E4F67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BA0FBC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36FA5206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3C2988E6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2075AC6F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5D64DFBC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1E81F18" w14:textId="27E0D8F0" w:rsidR="00EB15EF" w:rsidRPr="00F12594" w:rsidRDefault="00EB15EF" w:rsidP="00BE7EB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</w:t>
            </w:r>
            <w:r w:rsidR="00BE7EB0" w:rsidRPr="00BE7EB0">
              <w:rPr>
                <w:rFonts w:ascii="Poppins" w:hAnsi="Poppins" w:cs="Poppins"/>
                <w:b/>
                <w:sz w:val="20"/>
              </w:rPr>
              <w:t>2x25 m</w:t>
            </w:r>
            <w:r w:rsidR="00BE7EB0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="00BE7EB0" w:rsidRPr="00BE7EB0">
              <w:rPr>
                <w:rFonts w:ascii="Poppins" w:hAnsi="Poppins" w:cs="Poppins"/>
                <w:b/>
                <w:sz w:val="20"/>
              </w:rPr>
              <w:t>conf.</w:t>
            </w:r>
            <w:proofErr w:type="spellEnd"/>
            <w:r w:rsidR="00BE7EB0" w:rsidRPr="00BE7EB0">
              <w:rPr>
                <w:rFonts w:ascii="Poppins" w:hAnsi="Poppins" w:cs="Poppins"/>
                <w:b/>
                <w:sz w:val="20"/>
              </w:rPr>
              <w:t xml:space="preserve"> 50 m2</w:t>
            </w:r>
            <w:r w:rsidR="00BE7EB0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02402" w14:paraId="09CB091A" w14:textId="77777777" w:rsidTr="00F12594">
        <w:tc>
          <w:tcPr>
            <w:tcW w:w="1311" w:type="dxa"/>
            <w:hideMark/>
          </w:tcPr>
          <w:p w14:paraId="229B73AA" w14:textId="6D93A1C4" w:rsidR="00702402" w:rsidRPr="00F12594" w:rsidRDefault="00702402" w:rsidP="0070240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  <w:hideMark/>
          </w:tcPr>
          <w:p w14:paraId="4D88CC93" w14:textId="77777777" w:rsidR="00702402" w:rsidRDefault="00702402" w:rsidP="0070240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  <w:p w14:paraId="40B0FAE7" w14:textId="15FAFE37" w:rsidR="00797627" w:rsidRPr="00F12594" w:rsidRDefault="00797627" w:rsidP="0070240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 kg</w:t>
            </w:r>
          </w:p>
        </w:tc>
        <w:tc>
          <w:tcPr>
            <w:tcW w:w="6101" w:type="dxa"/>
          </w:tcPr>
          <w:p w14:paraId="16EF1E79" w14:textId="77777777" w:rsidR="00702402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6E70D5BB" w14:textId="77777777" w:rsidR="00702402" w:rsidRPr="00F12594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79C45599" w14:textId="77777777" w:rsidR="00702402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7C14D9B8" w14:textId="77777777" w:rsidR="00702402" w:rsidRPr="00F12594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6F173E2" w14:textId="38E0D20C" w:rsidR="00702402" w:rsidRPr="00F12594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37F791AC" w14:textId="769BCC54" w:rsidR="00702402" w:rsidRPr="00F12594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2F9C54E4" w14:textId="5DCB0BDE" w:rsidR="00702402" w:rsidRPr="00F12594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1B718DC4" w14:textId="77777777" w:rsidR="00702402" w:rsidRPr="00F12594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15437E" w14:textId="394702E5" w:rsidR="00702402" w:rsidRPr="00F12594" w:rsidRDefault="00702402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</w:t>
            </w:r>
            <w:r w:rsidR="00797627">
              <w:rPr>
                <w:rFonts w:ascii="Poppins" w:hAnsi="Poppins" w:cs="Poppins"/>
                <w:b/>
                <w:sz w:val="20"/>
              </w:rPr>
              <w:t xml:space="preserve">1 kg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09105E0E" w14:textId="77777777" w:rsidTr="00F12594">
        <w:tc>
          <w:tcPr>
            <w:tcW w:w="1311" w:type="dxa"/>
            <w:hideMark/>
          </w:tcPr>
          <w:p w14:paraId="4D28D322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28130037</w:t>
            </w:r>
          </w:p>
        </w:tc>
        <w:tc>
          <w:tcPr>
            <w:tcW w:w="2086" w:type="dxa"/>
            <w:hideMark/>
          </w:tcPr>
          <w:p w14:paraId="51FDFCC1" w14:textId="77777777" w:rsidR="00EB15EF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  <w:p w14:paraId="32388B08" w14:textId="4EAC74C0" w:rsidR="008422CE" w:rsidRPr="00F12594" w:rsidRDefault="008422CE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Ø50 x L 70</w:t>
            </w:r>
          </w:p>
        </w:tc>
        <w:tc>
          <w:tcPr>
            <w:tcW w:w="6101" w:type="dxa"/>
          </w:tcPr>
          <w:p w14:paraId="3E3A76EA" w14:textId="6D098E0E" w:rsidR="00EB15EF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 w:rsidR="00980E88">
              <w:rPr>
                <w:rFonts w:ascii="Poppins" w:hAnsi="Poppins" w:cs="Poppins"/>
                <w:sz w:val="20"/>
              </w:rPr>
              <w:t>.</w:t>
            </w:r>
          </w:p>
          <w:p w14:paraId="7E945FD5" w14:textId="77777777" w:rsidR="00980E88" w:rsidRPr="00F12594" w:rsidRDefault="00980E88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3F0D402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29024B3C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80D15F6" w14:textId="69DDD191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Tassello di fissaggio </w:t>
            </w:r>
            <w:r w:rsidR="008422CE" w:rsidRPr="008422CE">
              <w:rPr>
                <w:rFonts w:ascii="Poppins" w:hAnsi="Poppins" w:cs="Poppins"/>
                <w:b/>
                <w:sz w:val="20"/>
              </w:rPr>
              <w:t>Ø50 x L 70</w:t>
            </w:r>
            <w:r w:rsidR="008422CE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39C39629" w14:textId="77777777" w:rsidTr="00F12594">
        <w:tc>
          <w:tcPr>
            <w:tcW w:w="1311" w:type="dxa"/>
          </w:tcPr>
          <w:p w14:paraId="12979794" w14:textId="3273D49F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5C9ED5DE" w14:textId="0DCBEAE9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="0014508B">
              <w:rPr>
                <w:rFonts w:ascii="Poppins" w:hAnsi="Poppins" w:cs="Poppins"/>
                <w:sz w:val="20"/>
              </w:rPr>
              <w:t xml:space="preserve"> in</w:t>
            </w:r>
            <w:r w:rsidRPr="00F12594">
              <w:rPr>
                <w:rFonts w:ascii="Poppins" w:hAnsi="Poppins" w:cs="Poppins"/>
                <w:sz w:val="20"/>
              </w:rPr>
              <w:t xml:space="preserve"> rotolo </w:t>
            </w:r>
            <w:r w:rsidR="00916B3A">
              <w:rPr>
                <w:rFonts w:ascii="Poppins" w:hAnsi="Poppins" w:cs="Poppins"/>
                <w:sz w:val="20"/>
              </w:rPr>
              <w:t>2x</w:t>
            </w:r>
            <w:r>
              <w:rPr>
                <w:rFonts w:ascii="Poppins" w:hAnsi="Poppins" w:cs="Poppins"/>
                <w:sz w:val="20"/>
              </w:rPr>
              <w:t>50 m</w:t>
            </w:r>
            <w:r w:rsidR="00916B3A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="00916B3A">
              <w:rPr>
                <w:rFonts w:ascii="Poppins" w:hAnsi="Poppins" w:cs="Poppins"/>
                <w:sz w:val="20"/>
              </w:rPr>
              <w:t>conf.</w:t>
            </w:r>
            <w:proofErr w:type="spellEnd"/>
            <w:r w:rsidR="00916B3A">
              <w:rPr>
                <w:rFonts w:ascii="Poppins" w:hAnsi="Poppins" w:cs="Poppins"/>
                <w:sz w:val="20"/>
              </w:rPr>
              <w:t xml:space="preserve"> 100 m2</w:t>
            </w:r>
          </w:p>
        </w:tc>
        <w:tc>
          <w:tcPr>
            <w:tcW w:w="6101" w:type="dxa"/>
          </w:tcPr>
          <w:p w14:paraId="1913B8E2" w14:textId="32A95E27" w:rsidR="00EB15EF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05376736" w14:textId="77777777" w:rsidR="00DF51FD" w:rsidRPr="00F12594" w:rsidRDefault="00DF51FD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A8745E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6D8511D0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47F7BF7" w14:textId="2ADB99D1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</w:t>
            </w:r>
            <w:r w:rsidR="00916B3A" w:rsidRPr="00916B3A">
              <w:rPr>
                <w:rFonts w:ascii="Poppins" w:hAnsi="Poppins" w:cs="Poppins"/>
                <w:b/>
                <w:sz w:val="20"/>
              </w:rPr>
              <w:t xml:space="preserve">2x50 m </w:t>
            </w:r>
            <w:proofErr w:type="spellStart"/>
            <w:r w:rsidR="00916B3A" w:rsidRPr="00916B3A">
              <w:rPr>
                <w:rFonts w:ascii="Poppins" w:hAnsi="Poppins" w:cs="Poppins"/>
                <w:b/>
                <w:sz w:val="20"/>
              </w:rPr>
              <w:t>conf.</w:t>
            </w:r>
            <w:proofErr w:type="spellEnd"/>
            <w:r w:rsidR="00916B3A" w:rsidRPr="00916B3A">
              <w:rPr>
                <w:rFonts w:ascii="Poppins" w:hAnsi="Poppins" w:cs="Poppins"/>
                <w:b/>
                <w:sz w:val="20"/>
              </w:rPr>
              <w:t xml:space="preserve"> 100 m2</w:t>
            </w:r>
            <w:r w:rsidR="00916B3A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15EF" w14:paraId="6A91F683" w14:textId="77777777" w:rsidTr="00F12594">
        <w:tc>
          <w:tcPr>
            <w:tcW w:w="1311" w:type="dxa"/>
            <w:hideMark/>
          </w:tcPr>
          <w:p w14:paraId="7E07F8ED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28130041</w:t>
            </w:r>
          </w:p>
        </w:tc>
        <w:tc>
          <w:tcPr>
            <w:tcW w:w="2086" w:type="dxa"/>
            <w:hideMark/>
          </w:tcPr>
          <w:p w14:paraId="12E588D2" w14:textId="77777777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</w:p>
        </w:tc>
        <w:tc>
          <w:tcPr>
            <w:tcW w:w="6101" w:type="dxa"/>
          </w:tcPr>
          <w:p w14:paraId="4F7372A1" w14:textId="70A704EB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completamente smontabile per tubazioni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>,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e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per rotoli fino a 600 m.</w:t>
            </w:r>
          </w:p>
          <w:p w14:paraId="1B016647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Misure rotoli: Ø minimo 35 cm, Ø massimo 100 cm e altezza 50 cm.</w:t>
            </w:r>
          </w:p>
          <w:p w14:paraId="1FBD78D4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D117FC" w14:textId="12C3F38A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15EE8" w14:paraId="1BE4F517" w14:textId="77777777" w:rsidTr="00F12594">
        <w:tc>
          <w:tcPr>
            <w:tcW w:w="1311" w:type="dxa"/>
          </w:tcPr>
          <w:p w14:paraId="05EE37B9" w14:textId="54FA687A" w:rsidR="00515EE8" w:rsidRPr="00F12594" w:rsidRDefault="00515EE8" w:rsidP="00EB15E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28130760</w:t>
            </w:r>
          </w:p>
        </w:tc>
        <w:tc>
          <w:tcPr>
            <w:tcW w:w="2086" w:type="dxa"/>
          </w:tcPr>
          <w:p w14:paraId="224A9FC6" w14:textId="77777777" w:rsidR="00515EE8" w:rsidRDefault="00515EE8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1EDC6463" w14:textId="539BFD20" w:rsidR="00515EE8" w:rsidRPr="00F12594" w:rsidRDefault="00515EE8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5FA496B3" w14:textId="77777777" w:rsidR="00515EE8" w:rsidRPr="00515EE8" w:rsidRDefault="00515EE8" w:rsidP="00515EE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48362CF7" w14:textId="77777777" w:rsidR="00515EE8" w:rsidRPr="00515EE8" w:rsidRDefault="00515EE8" w:rsidP="00515EE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6167D4B3" w14:textId="77777777" w:rsidR="00515EE8" w:rsidRPr="00515EE8" w:rsidRDefault="00515EE8" w:rsidP="00515EE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57B01D" w14:textId="77777777" w:rsidR="00515EE8" w:rsidRPr="00515EE8" w:rsidRDefault="00515EE8" w:rsidP="00515EE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2A0C479D" w14:textId="77777777" w:rsidR="00515EE8" w:rsidRPr="00515EE8" w:rsidRDefault="00515EE8" w:rsidP="00515EE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803FBF1" w14:textId="34242E46" w:rsidR="00515EE8" w:rsidRPr="00515EE8" w:rsidRDefault="00515EE8" w:rsidP="00515EE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515EE8" w14:paraId="44724CE6" w14:textId="77777777" w:rsidTr="00F12594">
        <w:tc>
          <w:tcPr>
            <w:tcW w:w="1311" w:type="dxa"/>
          </w:tcPr>
          <w:p w14:paraId="3BD983D5" w14:textId="4E7AF239" w:rsidR="00515EE8" w:rsidRPr="00F12594" w:rsidRDefault="00515EE8" w:rsidP="00EB15E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445D33BB" w14:textId="77777777" w:rsidR="00515EE8" w:rsidRDefault="00515EE8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22A34BBC" w14:textId="70E961E3" w:rsidR="00515EE8" w:rsidRPr="00F12594" w:rsidRDefault="00515EE8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6A4CC42C" w14:textId="77777777" w:rsidR="00515EE8" w:rsidRPr="00515EE8" w:rsidRDefault="00515EE8" w:rsidP="00515EE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cesoia.</w:t>
            </w:r>
          </w:p>
          <w:p w14:paraId="1E0EABF8" w14:textId="77777777" w:rsidR="00515EE8" w:rsidRPr="00515EE8" w:rsidRDefault="00515EE8" w:rsidP="00515EE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D3E77" w14:textId="33E816B8" w:rsidR="00515EE8" w:rsidRPr="00515EE8" w:rsidRDefault="00515EE8" w:rsidP="00515EE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Lama di ricambio per cesoia Ø8–25 o equivalente.</w:t>
            </w:r>
          </w:p>
        </w:tc>
      </w:tr>
      <w:tr w:rsidR="00EB15EF" w14:paraId="184D0471" w14:textId="77777777" w:rsidTr="00F12594">
        <w:tc>
          <w:tcPr>
            <w:tcW w:w="1311" w:type="dxa"/>
            <w:hideMark/>
          </w:tcPr>
          <w:p w14:paraId="7CAAE2DE" w14:textId="2166F1FA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  <w:hideMark/>
          </w:tcPr>
          <w:p w14:paraId="42CE5256" w14:textId="381BDCF1" w:rsidR="00EB15EF" w:rsidRPr="00F12594" w:rsidRDefault="00EB15EF" w:rsidP="00EB15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  <w:r w:rsidR="00402FA4">
              <w:rPr>
                <w:rFonts w:ascii="Poppins" w:hAnsi="Poppins" w:cs="Poppins"/>
                <w:sz w:val="20"/>
              </w:rPr>
              <w:t>H75 mm L132 m</w:t>
            </w:r>
          </w:p>
        </w:tc>
        <w:tc>
          <w:tcPr>
            <w:tcW w:w="6101" w:type="dxa"/>
          </w:tcPr>
          <w:p w14:paraId="00399878" w14:textId="7B0EA13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 w:rsidR="00E36A55"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3C9AE44C" w14:textId="77777777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351400" w14:textId="40F8F023" w:rsidR="00EB15EF" w:rsidRPr="00F12594" w:rsidRDefault="00EB15EF" w:rsidP="00837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</w:t>
            </w:r>
            <w:r w:rsidR="00402FA4" w:rsidRPr="00402FA4">
              <w:rPr>
                <w:rFonts w:ascii="Poppins" w:hAnsi="Poppins" w:cs="Poppins"/>
                <w:b/>
                <w:sz w:val="20"/>
              </w:rPr>
              <w:t xml:space="preserve">H75 mm L132 m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5DB01E9E" w14:textId="77777777" w:rsidR="00931A8A" w:rsidRPr="00A06A5E" w:rsidRDefault="00931A8A" w:rsidP="003208E7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A29FB" w14:textId="77777777" w:rsidR="00215483" w:rsidRDefault="00215483">
      <w:r>
        <w:separator/>
      </w:r>
    </w:p>
  </w:endnote>
  <w:endnote w:type="continuationSeparator" w:id="0">
    <w:p w14:paraId="12B1FA4D" w14:textId="77777777" w:rsidR="00215483" w:rsidRDefault="00215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58C5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5719B7E9" w14:textId="77777777" w:rsidTr="004706FD">
      <w:tc>
        <w:tcPr>
          <w:tcW w:w="4534" w:type="dxa"/>
        </w:tcPr>
        <w:p w14:paraId="56FF46B2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273D85">
            <w:rPr>
              <w:rFonts w:ascii="Poppins" w:hAnsi="Poppins" w:cs="Poppins"/>
              <w:iCs/>
              <w:noProof/>
              <w:sz w:val="16"/>
            </w:rPr>
            <w:t>Emmeti Floor - Accessori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1A47FF4C" w14:textId="08D57C52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C4DED">
            <w:rPr>
              <w:rFonts w:ascii="Poppins" w:hAnsi="Poppins" w:cs="Poppins"/>
              <w:noProof/>
              <w:sz w:val="14"/>
              <w:szCs w:val="14"/>
            </w:rPr>
            <w:t>7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0B1536B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46E2B9CE" wp14:editId="02FEF4A6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1395B" w14:textId="77777777" w:rsidR="00215483" w:rsidRDefault="00215483">
      <w:r>
        <w:separator/>
      </w:r>
    </w:p>
  </w:footnote>
  <w:footnote w:type="continuationSeparator" w:id="0">
    <w:p w14:paraId="3E9928E8" w14:textId="77777777" w:rsidR="00215483" w:rsidRDefault="00215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9606C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33BBAF09" wp14:editId="4236AEF5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6754C87A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3A9BE7D5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859736">
    <w:abstractNumId w:val="11"/>
  </w:num>
  <w:num w:numId="2" w16cid:durableId="1710953350">
    <w:abstractNumId w:val="10"/>
  </w:num>
  <w:num w:numId="3" w16cid:durableId="1151602883">
    <w:abstractNumId w:val="4"/>
  </w:num>
  <w:num w:numId="4" w16cid:durableId="1143501989">
    <w:abstractNumId w:val="3"/>
  </w:num>
  <w:num w:numId="5" w16cid:durableId="285083883">
    <w:abstractNumId w:val="8"/>
  </w:num>
  <w:num w:numId="6" w16cid:durableId="270741800">
    <w:abstractNumId w:val="7"/>
  </w:num>
  <w:num w:numId="7" w16cid:durableId="728770103">
    <w:abstractNumId w:val="5"/>
  </w:num>
  <w:num w:numId="8" w16cid:durableId="1501235118">
    <w:abstractNumId w:val="7"/>
  </w:num>
  <w:num w:numId="9" w16cid:durableId="673916794">
    <w:abstractNumId w:val="0"/>
  </w:num>
  <w:num w:numId="10" w16cid:durableId="1008682013">
    <w:abstractNumId w:val="7"/>
  </w:num>
  <w:num w:numId="11" w16cid:durableId="1378119856">
    <w:abstractNumId w:val="15"/>
  </w:num>
  <w:num w:numId="12" w16cid:durableId="755788468">
    <w:abstractNumId w:val="18"/>
  </w:num>
  <w:num w:numId="13" w16cid:durableId="1636791777">
    <w:abstractNumId w:val="14"/>
  </w:num>
  <w:num w:numId="14" w16cid:durableId="141505212">
    <w:abstractNumId w:val="6"/>
  </w:num>
  <w:num w:numId="15" w16cid:durableId="265160112">
    <w:abstractNumId w:val="16"/>
  </w:num>
  <w:num w:numId="16" w16cid:durableId="775369347">
    <w:abstractNumId w:val="19"/>
  </w:num>
  <w:num w:numId="17" w16cid:durableId="37515462">
    <w:abstractNumId w:val="20"/>
  </w:num>
  <w:num w:numId="18" w16cid:durableId="981232097">
    <w:abstractNumId w:val="17"/>
  </w:num>
  <w:num w:numId="19" w16cid:durableId="1995721428">
    <w:abstractNumId w:val="1"/>
  </w:num>
  <w:num w:numId="20" w16cid:durableId="1919484673">
    <w:abstractNumId w:val="2"/>
  </w:num>
  <w:num w:numId="21" w16cid:durableId="1783911974">
    <w:abstractNumId w:val="9"/>
  </w:num>
  <w:num w:numId="22" w16cid:durableId="1255240492">
    <w:abstractNumId w:val="21"/>
  </w:num>
  <w:num w:numId="23" w16cid:durableId="1904754734">
    <w:abstractNumId w:val="13"/>
  </w:num>
  <w:num w:numId="24" w16cid:durableId="189897600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31C1"/>
    <w:rsid w:val="000402A4"/>
    <w:rsid w:val="00050D07"/>
    <w:rsid w:val="0005337D"/>
    <w:rsid w:val="0009136B"/>
    <w:rsid w:val="000B0212"/>
    <w:rsid w:val="000B6932"/>
    <w:rsid w:val="000C0CBC"/>
    <w:rsid w:val="000C52FA"/>
    <w:rsid w:val="000E4F67"/>
    <w:rsid w:val="000F7A52"/>
    <w:rsid w:val="00103A0D"/>
    <w:rsid w:val="00140190"/>
    <w:rsid w:val="001441C6"/>
    <w:rsid w:val="0014508B"/>
    <w:rsid w:val="001450AB"/>
    <w:rsid w:val="001620E3"/>
    <w:rsid w:val="00171DAE"/>
    <w:rsid w:val="00195A49"/>
    <w:rsid w:val="001C04DF"/>
    <w:rsid w:val="001D365F"/>
    <w:rsid w:val="001F782F"/>
    <w:rsid w:val="00215483"/>
    <w:rsid w:val="0023000E"/>
    <w:rsid w:val="002346C2"/>
    <w:rsid w:val="00264BCF"/>
    <w:rsid w:val="00265BF1"/>
    <w:rsid w:val="00273D85"/>
    <w:rsid w:val="0028448D"/>
    <w:rsid w:val="002862D2"/>
    <w:rsid w:val="002B5D63"/>
    <w:rsid w:val="002C4BF8"/>
    <w:rsid w:val="002F7EEA"/>
    <w:rsid w:val="00304518"/>
    <w:rsid w:val="00305406"/>
    <w:rsid w:val="003208E7"/>
    <w:rsid w:val="00326E88"/>
    <w:rsid w:val="003333BC"/>
    <w:rsid w:val="00344430"/>
    <w:rsid w:val="00350660"/>
    <w:rsid w:val="003524C7"/>
    <w:rsid w:val="00353BEA"/>
    <w:rsid w:val="00357812"/>
    <w:rsid w:val="00365710"/>
    <w:rsid w:val="00372ECE"/>
    <w:rsid w:val="00395A59"/>
    <w:rsid w:val="00402FA4"/>
    <w:rsid w:val="004272FC"/>
    <w:rsid w:val="00433C12"/>
    <w:rsid w:val="0044592F"/>
    <w:rsid w:val="00447EFC"/>
    <w:rsid w:val="004706FD"/>
    <w:rsid w:val="00474537"/>
    <w:rsid w:val="0048382E"/>
    <w:rsid w:val="004C4DED"/>
    <w:rsid w:val="004F1A26"/>
    <w:rsid w:val="00515EE8"/>
    <w:rsid w:val="005235FA"/>
    <w:rsid w:val="00525BAE"/>
    <w:rsid w:val="00530F9B"/>
    <w:rsid w:val="005315F1"/>
    <w:rsid w:val="00536743"/>
    <w:rsid w:val="00562E55"/>
    <w:rsid w:val="00584984"/>
    <w:rsid w:val="00592B94"/>
    <w:rsid w:val="005C61B9"/>
    <w:rsid w:val="005E1169"/>
    <w:rsid w:val="0060010A"/>
    <w:rsid w:val="006015C2"/>
    <w:rsid w:val="006040F5"/>
    <w:rsid w:val="00610639"/>
    <w:rsid w:val="00620C00"/>
    <w:rsid w:val="00630838"/>
    <w:rsid w:val="0063754B"/>
    <w:rsid w:val="00664941"/>
    <w:rsid w:val="00665813"/>
    <w:rsid w:val="0067548F"/>
    <w:rsid w:val="006B218C"/>
    <w:rsid w:val="006B29B1"/>
    <w:rsid w:val="006B41B6"/>
    <w:rsid w:val="006B530D"/>
    <w:rsid w:val="006C14CB"/>
    <w:rsid w:val="006D044B"/>
    <w:rsid w:val="006D4488"/>
    <w:rsid w:val="006D4FDF"/>
    <w:rsid w:val="006E5C4B"/>
    <w:rsid w:val="006F1812"/>
    <w:rsid w:val="006F2718"/>
    <w:rsid w:val="006F3C25"/>
    <w:rsid w:val="006F6AB3"/>
    <w:rsid w:val="00702402"/>
    <w:rsid w:val="00710BB8"/>
    <w:rsid w:val="00713387"/>
    <w:rsid w:val="00727388"/>
    <w:rsid w:val="0073789C"/>
    <w:rsid w:val="00745AB1"/>
    <w:rsid w:val="0074712F"/>
    <w:rsid w:val="00757AC7"/>
    <w:rsid w:val="007647BF"/>
    <w:rsid w:val="00782096"/>
    <w:rsid w:val="00797627"/>
    <w:rsid w:val="007B5BA3"/>
    <w:rsid w:val="007C5C55"/>
    <w:rsid w:val="007C7C24"/>
    <w:rsid w:val="007D5EC7"/>
    <w:rsid w:val="007E6E02"/>
    <w:rsid w:val="007E7665"/>
    <w:rsid w:val="007F4841"/>
    <w:rsid w:val="008014DD"/>
    <w:rsid w:val="0080323F"/>
    <w:rsid w:val="00830828"/>
    <w:rsid w:val="00837FC4"/>
    <w:rsid w:val="008422CE"/>
    <w:rsid w:val="00844BBC"/>
    <w:rsid w:val="00846C85"/>
    <w:rsid w:val="008574C8"/>
    <w:rsid w:val="00867692"/>
    <w:rsid w:val="008804CB"/>
    <w:rsid w:val="008A2C0A"/>
    <w:rsid w:val="008A6A30"/>
    <w:rsid w:val="008A6B22"/>
    <w:rsid w:val="008B5587"/>
    <w:rsid w:val="008C2F88"/>
    <w:rsid w:val="00904071"/>
    <w:rsid w:val="009059BB"/>
    <w:rsid w:val="00916B3A"/>
    <w:rsid w:val="00923354"/>
    <w:rsid w:val="00931A8A"/>
    <w:rsid w:val="0094047C"/>
    <w:rsid w:val="00942B09"/>
    <w:rsid w:val="00976421"/>
    <w:rsid w:val="00980E88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62A77"/>
    <w:rsid w:val="00A743FF"/>
    <w:rsid w:val="00A9349F"/>
    <w:rsid w:val="00A94CA4"/>
    <w:rsid w:val="00AC0741"/>
    <w:rsid w:val="00AD05EC"/>
    <w:rsid w:val="00AD1706"/>
    <w:rsid w:val="00B406A9"/>
    <w:rsid w:val="00B65C1E"/>
    <w:rsid w:val="00B7475F"/>
    <w:rsid w:val="00B83429"/>
    <w:rsid w:val="00B93CD1"/>
    <w:rsid w:val="00BA5908"/>
    <w:rsid w:val="00BB0104"/>
    <w:rsid w:val="00BB2A5B"/>
    <w:rsid w:val="00BD14D8"/>
    <w:rsid w:val="00BE7EB0"/>
    <w:rsid w:val="00BF1E16"/>
    <w:rsid w:val="00C02E1C"/>
    <w:rsid w:val="00C055AD"/>
    <w:rsid w:val="00C17C28"/>
    <w:rsid w:val="00C203AE"/>
    <w:rsid w:val="00C233C1"/>
    <w:rsid w:val="00C25698"/>
    <w:rsid w:val="00C27DFF"/>
    <w:rsid w:val="00C36C55"/>
    <w:rsid w:val="00C437EE"/>
    <w:rsid w:val="00C46132"/>
    <w:rsid w:val="00C55FF9"/>
    <w:rsid w:val="00C86331"/>
    <w:rsid w:val="00C8658A"/>
    <w:rsid w:val="00C93402"/>
    <w:rsid w:val="00CB1475"/>
    <w:rsid w:val="00CC31A7"/>
    <w:rsid w:val="00CC7C9A"/>
    <w:rsid w:val="00CE744C"/>
    <w:rsid w:val="00CE7C2F"/>
    <w:rsid w:val="00D03247"/>
    <w:rsid w:val="00D061A5"/>
    <w:rsid w:val="00D178ED"/>
    <w:rsid w:val="00D17F30"/>
    <w:rsid w:val="00D2119B"/>
    <w:rsid w:val="00D229AF"/>
    <w:rsid w:val="00D26FD9"/>
    <w:rsid w:val="00D440AE"/>
    <w:rsid w:val="00D62BDF"/>
    <w:rsid w:val="00D77F54"/>
    <w:rsid w:val="00D832BB"/>
    <w:rsid w:val="00D902A4"/>
    <w:rsid w:val="00DA3646"/>
    <w:rsid w:val="00DA47EC"/>
    <w:rsid w:val="00DB7820"/>
    <w:rsid w:val="00DD2E16"/>
    <w:rsid w:val="00DE5C0B"/>
    <w:rsid w:val="00DF51FD"/>
    <w:rsid w:val="00E0309F"/>
    <w:rsid w:val="00E0681B"/>
    <w:rsid w:val="00E07577"/>
    <w:rsid w:val="00E17A38"/>
    <w:rsid w:val="00E36A55"/>
    <w:rsid w:val="00E36C49"/>
    <w:rsid w:val="00E42389"/>
    <w:rsid w:val="00E5632D"/>
    <w:rsid w:val="00E6695B"/>
    <w:rsid w:val="00E94BE3"/>
    <w:rsid w:val="00EA01C8"/>
    <w:rsid w:val="00EB15EF"/>
    <w:rsid w:val="00EB33B9"/>
    <w:rsid w:val="00EC29FF"/>
    <w:rsid w:val="00ED15F7"/>
    <w:rsid w:val="00ED24CF"/>
    <w:rsid w:val="00EE63B9"/>
    <w:rsid w:val="00EF73E5"/>
    <w:rsid w:val="00F12594"/>
    <w:rsid w:val="00F42503"/>
    <w:rsid w:val="00F50F65"/>
    <w:rsid w:val="00F53758"/>
    <w:rsid w:val="00F60A08"/>
    <w:rsid w:val="00F77A98"/>
    <w:rsid w:val="00F85508"/>
    <w:rsid w:val="00FA0E1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1D5A8B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744C"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1C606-E4D9-4615-BFAA-701CC6915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7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9387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11</cp:revision>
  <cp:lastPrinted>2013-11-14T13:48:00Z</cp:lastPrinted>
  <dcterms:created xsi:type="dcterms:W3CDTF">2025-08-26T07:18:00Z</dcterms:created>
  <dcterms:modified xsi:type="dcterms:W3CDTF">2025-08-26T14:29:00Z</dcterms:modified>
</cp:coreProperties>
</file>